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DF5256" w:rsidRDefault="00DF5256" w:rsidP="00DF525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chodníků města uherský brod 2026 </w:t>
            </w:r>
          </w:p>
          <w:p w:rsidR="000C5AE1" w:rsidRPr="0025072A" w:rsidRDefault="00DF5256" w:rsidP="00DF525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– část č.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A62D84" w:rsidP="009B16E2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18513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Bc. </w:t>
            </w:r>
            <w:r w:rsidR="00185134">
              <w:rPr>
                <w:szCs w:val="20"/>
              </w:rPr>
              <w:t>Rostislav</w:t>
            </w:r>
            <w:r>
              <w:rPr>
                <w:szCs w:val="20"/>
              </w:rPr>
              <w:t xml:space="preserve"> </w:t>
            </w:r>
            <w:r w:rsidR="00185134">
              <w:rPr>
                <w:szCs w:val="20"/>
              </w:rPr>
              <w:t>Borovský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85134" w:rsidRDefault="00185134" w:rsidP="00F03A0E">
            <w:pPr>
              <w:rPr>
                <w:szCs w:val="20"/>
              </w:rPr>
            </w:pPr>
            <w:r w:rsidRPr="00185134">
              <w:rPr>
                <w:szCs w:val="20"/>
              </w:rPr>
              <w:t>+420 572 805 414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F5256" w:rsidP="00185134">
            <w:hyperlink r:id="rId8" w:history="1">
              <w:r w:rsidR="00185134" w:rsidRPr="00185134">
                <w:rPr>
                  <w:szCs w:val="20"/>
                </w:rPr>
                <w:t>rostislav.borovsky@tsub.cz</w:t>
              </w:r>
            </w:hyperlink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85134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5D37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E2112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84064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2D84"/>
    <w:rsid w:val="00A71359"/>
    <w:rsid w:val="00A72261"/>
    <w:rsid w:val="00A82CBF"/>
    <w:rsid w:val="00AD1EE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DF525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1F4F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tislav.borovsky@tsub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523AB-DA40-4FD2-BDE2-C3DDBA09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6AA64E85</Template>
  <TotalTime>13</TotalTime>
  <Pages>1</Pages>
  <Words>144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TSUB - Borovský Rostislav, Bc.</cp:lastModifiedBy>
  <cp:revision>11</cp:revision>
  <cp:lastPrinted>2022-02-28T08:01:00Z</cp:lastPrinted>
  <dcterms:created xsi:type="dcterms:W3CDTF">2023-01-10T09:39:00Z</dcterms:created>
  <dcterms:modified xsi:type="dcterms:W3CDTF">2026-02-09T08:32:00Z</dcterms:modified>
</cp:coreProperties>
</file>